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eastAsia="zh-CN"/>
        </w:rPr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643255</wp:posOffset>
                </wp:positionH>
                <wp:positionV relativeFrom="paragraph">
                  <wp:posOffset>22860</wp:posOffset>
                </wp:positionV>
                <wp:extent cx="6423025" cy="1651635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025" cy="16516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sz w:val="28"/>
                                <w:b/>
                                <w:sz w:val="28"/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spacing w:before="0" w:after="40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CURSO DE ENGENHARIA ELÉTRICA – UNIDADE ANGRA DOS REIS</w:t>
                            </w:r>
                          </w:p>
                          <w:p>
                            <w:pPr>
                              <w:pStyle w:val="Contedodoquadro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2700" tIns="12700" rIns="12700" bIns="12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05.75pt;height:130.05pt;mso-wrap-distance-left:9pt;mso-wrap-distance-right:9pt;mso-wrap-distance-top:0pt;mso-wrap-distance-bottom:0pt;margin-top:1.8pt;mso-position-vertical-relative:text;margin-left:50.6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Contedodoquadro"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sz w:val="28"/>
                          <w:b/>
                          <w:sz w:val="28"/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Contedodoquadr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spacing w:before="0" w:after="40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CURSO DE ENGENHARIA ELÉTRICA – UNIDADE ANGRA DOS REIS</w:t>
                      </w:r>
                    </w:p>
                    <w:p>
                      <w:pPr>
                        <w:pStyle w:val="Contedodoquadro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tbl>
      <w:tblPr>
        <w:tblW w:w="10248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3"/>
        <w:gridCol w:w="425"/>
        <w:gridCol w:w="6030"/>
      </w:tblGrid>
      <w:tr>
        <w:trPr/>
        <w:tc>
          <w:tcPr>
            <w:tcW w:w="3793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03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3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eastAsia="Arial" w:cs="Arial" w:ascii="Arial" w:hAnsi="Arial"/>
                <w:b/>
                <w:sz w:val="22"/>
              </w:rPr>
              <w:t xml:space="preserve"> </w:t>
            </w:r>
            <w:r>
              <w:rPr>
                <w:rFonts w:cs="Arial" w:ascii="Arial" w:hAnsi="Arial"/>
                <w:b/>
                <w:sz w:val="22"/>
              </w:rPr>
              <w:t>ENGENHARIA ELÉTRICA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603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  <w:sz w:val="22"/>
              </w:rPr>
              <w:t>FONTES RENOVÁVEIS DE ENEGIA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04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8"/>
        <w:gridCol w:w="168"/>
        <w:gridCol w:w="398"/>
        <w:gridCol w:w="251"/>
        <w:gridCol w:w="214"/>
        <w:gridCol w:w="668"/>
        <w:gridCol w:w="252"/>
        <w:gridCol w:w="173"/>
        <w:gridCol w:w="6"/>
        <w:gridCol w:w="812"/>
        <w:gridCol w:w="283"/>
        <w:gridCol w:w="5"/>
        <w:gridCol w:w="1"/>
        <w:gridCol w:w="27"/>
        <w:gridCol w:w="533"/>
        <w:gridCol w:w="1"/>
        <w:gridCol w:w="32"/>
        <w:gridCol w:w="1526"/>
        <w:gridCol w:w="1"/>
        <w:gridCol w:w="31"/>
        <w:gridCol w:w="251"/>
        <w:gridCol w:w="1"/>
        <w:gridCol w:w="2018"/>
      </w:tblGrid>
      <w:tr>
        <w:trPr/>
        <w:tc>
          <w:tcPr>
            <w:tcW w:w="255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1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80" w:after="80"/>
              <w:rPr>
                <w:sz w:val="22"/>
                <w:sz w:val="22"/>
              </w:rPr>
            </w:pPr>
            <w:bookmarkStart w:id="0" w:name="__DdeLink__343_266171419"/>
            <w:bookmarkEnd w:id="0"/>
            <w:r>
              <w:rPr>
                <w:sz w:val="22"/>
              </w:rPr>
              <w:t>GEELAR 1505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5º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2017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lang w:eastAsia="zh-CN"/>
              </w:rPr>
            </w:pPr>
            <w:r>
              <w:rPr/>
              <w:t>GEELAR 1402</w:t>
            </w:r>
            <w:r/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5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4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59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019" w:type="dxa"/>
            <w:gridSpan w:val="2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spacing w:before="80" w:after="80"/>
              <w:jc w:val="center"/>
              <w:rPr>
                <w:sz w:val="16"/>
                <w:sz w:val="16"/>
              </w:rPr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5"/>
            <w:tcBorders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16"/>
              </w:rPr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559" w:type="dxa"/>
            <w:gridSpan w:val="3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3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3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559" w:type="dxa"/>
            <w:gridSpan w:val="3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  <w:t>54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50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50"/>
      </w:tblGrid>
      <w:tr>
        <w:trPr/>
        <w:tc>
          <w:tcPr>
            <w:tcW w:w="1025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80" w:after="8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EMENTA</w:t>
            </w:r>
            <w:r/>
          </w:p>
        </w:tc>
      </w:tr>
      <w:tr>
        <w:trPr/>
        <w:tc>
          <w:tcPr>
            <w:tcW w:w="1025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Fontes de energia renováveis e não renováveis. Matriz energética brasileira. Fontes renováveis utilizadas para geração de eletricidade e tecnologias aplicadas: hidrelétricas, biocombustíveis, energia eólica, energia solar fotovoltaica, energia dos oceanos,</w:t>
            </w:r>
            <w:bookmarkStart w:id="1" w:name="_GoBack"/>
            <w:bookmarkEnd w:id="1"/>
            <w:r>
              <w:rPr>
                <w:rFonts w:cs="Arial" w:ascii="Arial" w:hAnsi="Arial"/>
              </w:rPr>
              <w:t xml:space="preserve"> células à combustível. Sistemas isolados e conectados à rede elétrica. Inserção de energias alternativas renováveis na matriz elétrica brasileira. Normas aplicadas.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0" w:after="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Básica: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1.B. K. Hodgeé, Sistemas e Aplicações de Energia Alternativa, 2ª Edição, LTC, 2010.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2.L. B. Reis, Geração de Energia Elétrica, 2ª Edição, Editora Manole, 2011.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3.L. B. Reis, E. A. Amaral, C. Elias, Energia, Recursos Naturais e a Prática do Desenvolvimento Sustentável, 2ª Edição, Editora Manole, 2012.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Complementar: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1.R. Castro, Uma Introdução às Energias Renováveis. Eólica, Fotovoltaica e Mini-Hídrica, 2ª Edição, IST, 2011.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2.J. T. Pinho, M. A. Galdino, Manual de Engenharia para Sistemas Fotovoltaicos, CRESESB-CEPEL, 2014.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3.M. O. Pinto, Fundamentos de Energia Eólica, LTC, 2012.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4.F. Lube, S. M. Dalcomuni, Energia Do Hidrogênio Para Uma “Economia Verde”, NEA, 2011.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5.S. Schettino, Smart Grid: Tendências de Sua Implantação no Brasil, Appris, 2014.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3"/>
              <w:numPr>
                <w:ilvl w:val="2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left="142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Apresentar as diferentes fontes renováveis para a geração de energia, assim como as novas tecnologias utilizadas em seus aproveitamentos. Conhecer o plano nacional e as normas aplicadas às energias renováveis.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ind w:firstLine="1026"/>
            </w:pPr>
            <w:r>
              <w:rPr>
                <w:rFonts w:cs="Arial" w:ascii="Arial" w:hAnsi="Arial"/>
              </w:rPr>
              <w:t>- debates, exercícios, leitura de textos.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jc w:val="both"/>
            </w:pPr>
            <w:r>
              <w:rPr>
                <w:rFonts w:cs="Arial" w:ascii="Arial" w:hAnsi="Arial"/>
              </w:rPr>
              <w:t>A avaliação pode ser feita por: provas, listas de exercícios, trabalhos em grupo e/ou seminários.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1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3"/>
        <w:gridCol w:w="5012"/>
      </w:tblGrid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JANAINA VEIGA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CAMILA FERNANDES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36" w:type="dxa"/>
        <w:jc w:val="left"/>
        <w:tblInd w:w="2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10236"/>
      </w:tblGrid>
      <w:tr>
        <w:trPr/>
        <w:tc>
          <w:tcPr>
            <w:tcW w:w="10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100" w:type="dxa"/>
            </w:tcMar>
          </w:tcPr>
          <w:p>
            <w:pPr>
              <w:pStyle w:val="Ttulo4"/>
              <w:numPr>
                <w:ilvl w:val="3"/>
                <w:numId w:val="1"/>
              </w:numPr>
              <w:spacing w:before="120" w:after="12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right w:val="single" w:sz="12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40" w:after="40"/>
            </w:pPr>
            <w:r>
              <w:rPr>
                <w:rFonts w:cs="Times New Roman"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GERAÇÃO DE ENERGIA ELÉTRICA E DESENVOLVIMENTO SUSTENTÁVEL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Energia, meio ambiente e desenvolvimento sustentável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O cenário brasileiro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Energia hidrelétrica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Geração termelétrica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Novas tecnologias renováveis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Inserção ambiental de projetos de geração elétrica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CENTRAIS HIDRELÉTRICAS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Eletricidade no contexto do uso das águas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Noções básicas de hidrologia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Esquemas, principais tipos e configurações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Aspectos básicos para inserção no meio ambiente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CENTRAIS TERMELÉTRICAS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Biomassa renovável e energia geotérmica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Esquemas, principais tipos e configurações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Inserção no meio ambiente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SOLARES PARA GERAÇÃO DE ELETRICIDADE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fotovoltaicos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Autônomo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Conectado à rede elétrica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Geração Termossolar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Torres de potência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distribuídos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EÓLICOS DE GERAÇÃO DE ENERGIA ELÉTRICA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Turbinas eólicas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autônomos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Classificação dos sistemas eólicos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Impacto ambiental na utilização de energia eólica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ENERGIA DOS OCEANOS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Energia das marés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Energia das ondas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Energia proveniente do calor dos oceanos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CÉLULAS À COMBUSTÍVEL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Definição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Conversão de energia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Tecnologias em desenvolvimento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Hidrogênio como combustível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móveis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estacionários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Combinação com turbogeradores a gás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Centrais elétricas de grande porte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Impacto ambiental da utilização de células à combustível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HÍBRIDOS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Solar-diesel e eólico-diesel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Solar-eólico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Diesel-eólico-solar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Biogás-eólico-solar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de geração com minirredes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ASPECTOS TÉCNICOS E ECONÔMICOS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compat>
    <w:compatSetting w:name="compatibilityMode" w:uri="http://schemas.microsoft.com/office/word" w:val="1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nhideWhenUsed="0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zh-CN" w:val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 w:cs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uiPriority w:val="1"/>
    <w:unhideWhenUsed/>
    <w:rPr/>
  </w:style>
  <w:style w:type="character" w:styleId="WW8Num1z0" w:customStyle="1">
    <w:name w:val="WW8Num1z0"/>
    <w:rPr/>
  </w:style>
  <w:style w:type="character" w:styleId="WW8Num1z1" w:customStyle="1">
    <w:name w:val="WW8Num1z1"/>
    <w:rPr/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Fontepargpadro1" w:customStyle="1">
    <w:name w:val="Fonte parág. padrão1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11" w:customStyle="1">
    <w:name w:val="Títul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tedodoquadro" w:customStyle="1">
    <w:name w:val="Conteúdo do quadro"/>
    <w:basedOn w:val="Normal"/>
    <w:pPr/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máscara para ementa.dotx</Template>
  <TotalTime>108</TotalTime>
  <Application>LibreOffice/4.3.5.2$Windows_x86 LibreOffice_project/3a87456aaa6a95c63eea1c1b3201acedf0751bd5</Application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2017-03-13T11:57:00Z</dcterms:created>
  <dc:creator>Camila Fernandes</dc:creator>
  <dc:language>pt-BR</dc:language>
  <cp:lastPrinted>1997-06-12T06:05:00Z</cp:lastPrinted>
  <dcterms:modified xsi:type="dcterms:W3CDTF">2017-05-04T09:06:01Z</dcterms:modified>
  <cp:revision>3</cp:revision>
  <dc:title>MINISTÉRIO DA EDUCAÇÃO E DO DESPORTO</dc:title>
</cp:coreProperties>
</file>